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77777777" w:rsidR="00397CEC" w:rsidRDefault="002B4177" w:rsidP="002B4177">
      <w:r>
        <w:t>Diepspoel hang wc gemaakt uit sanitair porselein met</w:t>
      </w:r>
      <w:r w:rsidR="002E6B1C">
        <w:t xml:space="preserve"> gedeeltelijk zichtbare sifon en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34A0589" w:rsidR="002E6B1C" w:rsidRDefault="002E6B1C" w:rsidP="002B4177">
      <w:r>
        <w:t xml:space="preserve">De hang wc is </w:t>
      </w:r>
      <w:r w:rsidR="00405F63">
        <w:t>afgerond rechthoekig</w:t>
      </w:r>
      <w:r>
        <w:t xml:space="preserve"> tot op het einde.  En is voorzien van 2 uitsparingen</w:t>
      </w:r>
      <w:r w:rsidR="000227D4">
        <w:t xml:space="preserve"> om de closetpot te kunnen monteren  aan de voorziene draadstangen van het inbouwelement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B8377C3" w:rsidR="00D374ED" w:rsidRDefault="00D374ED" w:rsidP="00D374ED">
      <w:r>
        <w:t>Diepte:</w:t>
      </w:r>
      <w:r>
        <w:tab/>
        <w:t>5</w:t>
      </w:r>
      <w:r w:rsidR="0042536C">
        <w:t>4</w:t>
      </w:r>
      <w:r>
        <w:t>cm</w:t>
      </w:r>
    </w:p>
    <w:p w14:paraId="1C1B91B8" w14:textId="10281929" w:rsidR="00D374ED" w:rsidRDefault="00D374ED" w:rsidP="00D374ED">
      <w:r>
        <w:t>Breedte:</w:t>
      </w:r>
      <w:r>
        <w:tab/>
        <w:t>3</w:t>
      </w:r>
      <w:r w:rsidR="0042536C">
        <w:t>5</w:t>
      </w:r>
      <w:r>
        <w:t>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04B73E78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42536C">
        <w:t>8.5</w:t>
      </w:r>
      <w:r>
        <w:t>mm van de vloer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452F359D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52E01137" w:rsidR="008A5169" w:rsidRDefault="00405F6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901433E" wp14:editId="55762B4C">
            <wp:extent cx="5977255" cy="44831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5CAA" w14:textId="77777777" w:rsidR="001A4358" w:rsidRDefault="001A4358">
      <w:r>
        <w:separator/>
      </w:r>
    </w:p>
  </w:endnote>
  <w:endnote w:type="continuationSeparator" w:id="0">
    <w:p w14:paraId="4215FCD7" w14:textId="77777777" w:rsidR="001A4358" w:rsidRDefault="001A4358">
      <w:r>
        <w:continuationSeparator/>
      </w:r>
    </w:p>
  </w:endnote>
  <w:endnote w:type="continuationNotice" w:id="1">
    <w:p w14:paraId="4B6295BC" w14:textId="77777777" w:rsidR="001A4358" w:rsidRDefault="001A43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0490" w14:textId="77777777" w:rsidR="001A4358" w:rsidRDefault="001A4358">
      <w:r>
        <w:separator/>
      </w:r>
    </w:p>
  </w:footnote>
  <w:footnote w:type="continuationSeparator" w:id="0">
    <w:p w14:paraId="10BD16C8" w14:textId="77777777" w:rsidR="001A4358" w:rsidRDefault="001A4358">
      <w:r>
        <w:continuationSeparator/>
      </w:r>
    </w:p>
  </w:footnote>
  <w:footnote w:type="continuationNotice" w:id="1">
    <w:p w14:paraId="779AC2D7" w14:textId="77777777" w:rsidR="001A4358" w:rsidRDefault="001A43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19E46321" w:rsidR="00C43F98" w:rsidRPr="00405F6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405F63">
      <w:rPr>
        <w:rFonts w:ascii="Arial" w:hAnsi="Arial" w:cs="Arial"/>
        <w:b/>
        <w:szCs w:val="24"/>
        <w:lang w:val="en-US"/>
      </w:rPr>
      <w:t xml:space="preserve">Geberit </w:t>
    </w:r>
    <w:r w:rsidR="00C471B7" w:rsidRPr="00405F63">
      <w:rPr>
        <w:rFonts w:ascii="Arial" w:hAnsi="Arial" w:cs="Arial"/>
        <w:b/>
        <w:szCs w:val="24"/>
        <w:lang w:val="en-US"/>
      </w:rPr>
      <w:t>Seln</w:t>
    </w:r>
    <w:r w:rsidRPr="00405F63">
      <w:rPr>
        <w:rFonts w:ascii="Arial" w:hAnsi="Arial" w:cs="Arial"/>
        <w:b/>
        <w:szCs w:val="24"/>
        <w:lang w:val="en-US"/>
      </w:rPr>
      <w:t>ova</w:t>
    </w:r>
    <w:r w:rsidR="00405F63" w:rsidRPr="00405F63">
      <w:rPr>
        <w:rFonts w:ascii="Arial" w:hAnsi="Arial" w:cs="Arial"/>
        <w:b/>
        <w:szCs w:val="24"/>
        <w:lang w:val="en-US"/>
      </w:rPr>
      <w:t xml:space="preserve"> Square</w:t>
    </w:r>
    <w:r w:rsidRPr="00405F63">
      <w:rPr>
        <w:rFonts w:ascii="Arial" w:hAnsi="Arial" w:cs="Arial"/>
        <w:b/>
        <w:szCs w:val="24"/>
        <w:lang w:val="en-US"/>
      </w:rPr>
      <w:t xml:space="preserve"> </w:t>
    </w:r>
    <w:r w:rsidR="002B4177" w:rsidRPr="00405F63">
      <w:rPr>
        <w:rFonts w:ascii="Arial" w:hAnsi="Arial" w:cs="Arial"/>
        <w:b/>
        <w:szCs w:val="24"/>
        <w:lang w:val="en-US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35FD" w14:textId="77777777" w:rsidR="00397CEC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</w:p>
  <w:p w14:paraId="7289D9BD" w14:textId="77777777" w:rsidR="002E6B1C" w:rsidRPr="00C43F98" w:rsidRDefault="002E6B1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szCs w:val="24"/>
        <w:lang w:val="en-US"/>
      </w:rPr>
      <w:t>Gedeeltelijk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gesloten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5F63"/>
    <w:rsid w:val="0041232B"/>
    <w:rsid w:val="00412A49"/>
    <w:rsid w:val="00415341"/>
    <w:rsid w:val="004164C8"/>
    <w:rsid w:val="00416879"/>
    <w:rsid w:val="00417301"/>
    <w:rsid w:val="0042536C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purl.org/dc/terms/"/>
    <ds:schemaRef ds:uri="http://purl.org/dc/dcmitype/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0212C7F-C669-44F4-9937-5C99964CAB4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234</TotalTime>
  <Pages>2</Pages>
  <Words>190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